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7F1158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37501D" w14:textId="77777777" w:rsidR="000A71A0" w:rsidRPr="0033475C" w:rsidRDefault="007F1158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0B8E5591" w:rsidR="000A71A0" w:rsidRPr="0033475C" w:rsidRDefault="00FF5545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           </w:t>
      </w:r>
      <w:r w:rsidRPr="00FF554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DRU.WWP.7212.13.4.2021(1)   </w:t>
      </w:r>
    </w:p>
    <w:p w14:paraId="6E754DA7" w14:textId="77777777" w:rsidR="00FF5545" w:rsidRDefault="00FF5545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2530DF6E" w14:textId="77777777" w:rsidR="00FF5545" w:rsidRDefault="00FF5545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72038510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Pan </w:t>
      </w:r>
    </w:p>
    <w:p w14:paraId="4388A71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Jacek Paziewski 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14:paraId="6C12D8E0" w14:textId="77777777" w:rsidR="00700426" w:rsidRPr="00DF0867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DF0867">
        <w:rPr>
          <w:rStyle w:val="normaltextrun"/>
          <w:rFonts w:ascii="Calibri" w:hAnsi="Calibri" w:cs="Calibri"/>
          <w:sz w:val="22"/>
          <w:szCs w:val="22"/>
        </w:rPr>
        <w:t>Szanowny Panie Sekretarzu,</w:t>
      </w:r>
    </w:p>
    <w:p w14:paraId="2B50091A" w14:textId="27C0D8A0" w:rsidR="00700426" w:rsidRPr="005B1ECB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4FCC2B0E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4FCC2B0E">
        <w:rPr>
          <w:rStyle w:val="normaltextrun"/>
          <w:rFonts w:ascii="Calibri" w:hAnsi="Calibri" w:cs="Calibri"/>
          <w:sz w:val="22"/>
          <w:szCs w:val="22"/>
        </w:rPr>
        <w:t>„</w:t>
      </w:r>
      <w:r w:rsidR="3011ABB1" w:rsidRPr="4FCC2B0E">
        <w:rPr>
          <w:rStyle w:val="normaltextrun"/>
          <w:rFonts w:ascii="Calibri" w:hAnsi="Calibri" w:cs="Calibri"/>
          <w:sz w:val="22"/>
          <w:szCs w:val="22"/>
        </w:rPr>
        <w:t>System Ewidencji Państwowej Inspekcji Sanitarnej (SEPIS)</w:t>
      </w:r>
      <w:r w:rsidR="00DF0867" w:rsidRPr="4FCC2B0E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4FCC2B0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4FCC2B0E">
        <w:rPr>
          <w:rStyle w:val="normaltextrun"/>
          <w:rFonts w:ascii="Calibri" w:hAnsi="Calibri" w:cs="Calibri"/>
          <w:sz w:val="22"/>
          <w:szCs w:val="22"/>
        </w:rPr>
        <w:t>za I kwartał 202</w:t>
      </w:r>
      <w:r w:rsidR="685768A3" w:rsidRPr="4FCC2B0E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4FCC2B0E">
        <w:rPr>
          <w:rStyle w:val="normaltextrun"/>
          <w:rFonts w:ascii="Calibri" w:hAnsi="Calibri" w:cs="Calibri"/>
          <w:sz w:val="22"/>
          <w:szCs w:val="22"/>
        </w:rPr>
        <w:t xml:space="preserve"> r.</w:t>
      </w:r>
    </w:p>
    <w:p w14:paraId="6A05A809" w14:textId="77777777" w:rsidR="00700426" w:rsidRPr="005B1ECB" w:rsidRDefault="00700426" w:rsidP="00700426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14:paraId="690E3B05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3160C7C2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4FCC2B0E">
        <w:rPr>
          <w:rStyle w:val="normaltextrun"/>
          <w:rFonts w:ascii="Calibri" w:hAnsi="Calibri" w:cs="Calibri"/>
          <w:sz w:val="18"/>
          <w:szCs w:val="18"/>
        </w:rPr>
        <w:t>Raport z postępu rzeczowo-finansowego projektu informatycznego za I kwartał 202</w:t>
      </w:r>
      <w:r w:rsidR="469FD342" w:rsidRPr="4FCC2B0E">
        <w:rPr>
          <w:rStyle w:val="normaltextrun"/>
          <w:rFonts w:ascii="Calibri" w:hAnsi="Calibri" w:cs="Calibri"/>
          <w:sz w:val="18"/>
          <w:szCs w:val="18"/>
        </w:rPr>
        <w:t>1</w:t>
      </w:r>
      <w:r w:rsidRPr="4FCC2B0E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4FCC2B0E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4FCC2B0E">
        <w:rPr>
          <w:rStyle w:val="normaltextrun"/>
          <w:rFonts w:ascii="Calibri" w:hAnsi="Calibri" w:cs="Calibri"/>
          <w:sz w:val="18"/>
          <w:szCs w:val="18"/>
        </w:rPr>
        <w:t>„</w:t>
      </w:r>
      <w:r w:rsidR="39C2F834" w:rsidRPr="4FCC2B0E">
        <w:rPr>
          <w:rStyle w:val="normaltextrun"/>
          <w:rFonts w:ascii="Calibri" w:hAnsi="Calibri" w:cs="Calibri"/>
          <w:sz w:val="18"/>
          <w:szCs w:val="18"/>
        </w:rPr>
        <w:t>System E</w:t>
      </w:r>
      <w:r w:rsidR="39DC479E" w:rsidRPr="4FCC2B0E">
        <w:rPr>
          <w:rStyle w:val="normaltextrun"/>
          <w:rFonts w:ascii="Calibri" w:hAnsi="Calibri" w:cs="Calibri"/>
          <w:sz w:val="18"/>
          <w:szCs w:val="18"/>
        </w:rPr>
        <w:t>widencji Państwowej Inspekcji Sanitarnej (SEPIS)</w:t>
      </w:r>
      <w:r w:rsidR="00DF0867" w:rsidRPr="4FCC2B0E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4FCC2B0E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7F115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5C04B" w14:textId="77777777" w:rsidR="007F1158" w:rsidRDefault="007F1158">
      <w:r>
        <w:separator/>
      </w:r>
    </w:p>
  </w:endnote>
  <w:endnote w:type="continuationSeparator" w:id="0">
    <w:p w14:paraId="6511CAD3" w14:textId="77777777" w:rsidR="007F1158" w:rsidRDefault="007F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3BA66" w14:textId="77777777" w:rsidR="007F1158" w:rsidRDefault="007F1158">
      <w:r>
        <w:separator/>
      </w:r>
    </w:p>
  </w:footnote>
  <w:footnote w:type="continuationSeparator" w:id="0">
    <w:p w14:paraId="54C8B894" w14:textId="77777777" w:rsidR="007F1158" w:rsidRDefault="007F1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7F1158" w:rsidP="007018D3">
    <w:pPr>
      <w:pStyle w:val="Nagwek"/>
      <w:jc w:val="right"/>
    </w:pPr>
  </w:p>
  <w:p w14:paraId="62486C05" w14:textId="77777777" w:rsidR="007018D3" w:rsidRDefault="007F1158" w:rsidP="007018D3">
    <w:pPr>
      <w:pStyle w:val="Nagwek"/>
      <w:jc w:val="right"/>
    </w:pPr>
  </w:p>
  <w:p w14:paraId="6BD9D943" w14:textId="65A0C9CD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4FCC2B0E">
      <w:t xml:space="preserve">Warszawa, </w:t>
    </w:r>
    <w:r w:rsidR="00D30FDB">
      <w:t xml:space="preserve"> dnia </w:t>
    </w:r>
    <w:r w:rsidR="4FCC2B0E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07A39"/>
    <w:rsid w:val="000534A7"/>
    <w:rsid w:val="001861EF"/>
    <w:rsid w:val="00227452"/>
    <w:rsid w:val="00512730"/>
    <w:rsid w:val="00700426"/>
    <w:rsid w:val="007F1158"/>
    <w:rsid w:val="00803CF1"/>
    <w:rsid w:val="00A240AE"/>
    <w:rsid w:val="00B0695A"/>
    <w:rsid w:val="00C66AFA"/>
    <w:rsid w:val="00C9322E"/>
    <w:rsid w:val="00D30FDB"/>
    <w:rsid w:val="00D42614"/>
    <w:rsid w:val="00DF0867"/>
    <w:rsid w:val="00E47587"/>
    <w:rsid w:val="00FF5545"/>
    <w:rsid w:val="03BDDD40"/>
    <w:rsid w:val="0E5ACE93"/>
    <w:rsid w:val="1E5AEB92"/>
    <w:rsid w:val="3011ABB1"/>
    <w:rsid w:val="39C2F834"/>
    <w:rsid w:val="39DC479E"/>
    <w:rsid w:val="469FD342"/>
    <w:rsid w:val="4FCC2B0E"/>
    <w:rsid w:val="587B9252"/>
    <w:rsid w:val="5AC75DA7"/>
    <w:rsid w:val="64D05A4D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1C237-07A6-4989-9A64-7A9315868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4</cp:revision>
  <dcterms:created xsi:type="dcterms:W3CDTF">2021-04-14T13:54:00Z</dcterms:created>
  <dcterms:modified xsi:type="dcterms:W3CDTF">2021-04-15T06:25:00Z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